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650">
        <w:rPr>
          <w:rFonts w:ascii="Corbel" w:hAnsi="Corbel"/>
          <w:i/>
          <w:smallCaps/>
          <w:sz w:val="24"/>
          <w:szCs w:val="24"/>
        </w:rPr>
        <w:t xml:space="preserve">  </w:t>
      </w:r>
      <w:r w:rsidR="00995EB4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95EB4">
        <w:rPr>
          <w:rFonts w:ascii="Corbel" w:hAnsi="Corbel"/>
          <w:sz w:val="20"/>
          <w:szCs w:val="20"/>
        </w:rPr>
        <w:t>2020</w:t>
      </w:r>
      <w:r>
        <w:rPr>
          <w:rFonts w:ascii="Corbel" w:hAnsi="Corbel"/>
          <w:sz w:val="20"/>
          <w:szCs w:val="20"/>
        </w:rPr>
        <w:t>/</w:t>
      </w:r>
      <w:r w:rsidR="00860817">
        <w:rPr>
          <w:rFonts w:ascii="Corbel" w:hAnsi="Corbel"/>
          <w:sz w:val="20"/>
          <w:szCs w:val="20"/>
        </w:rPr>
        <w:t>202</w:t>
      </w:r>
      <w:r w:rsidR="00995EB4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434BE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F147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6C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97E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0434B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860817"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 hab. prof. UR  E</w:t>
            </w:r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</w:t>
            </w:r>
            <w:proofErr w:type="spellStart"/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5B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A84650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Pr="00591235" w:rsidRDefault="00A84650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A84650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  <w:r w:rsidR="00F475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591235" w:rsidRDefault="00AD098E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Pr="00591235" w:rsidRDefault="00AD098E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7109F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zinterpretuje i oceni rozwój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Pr="00A84650" w:rsidRDefault="00AD098E" w:rsidP="00DD1F9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7109F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 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>warunki i przyczyny, które złożyły się na powstanie refleksji penologicznej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591235" w:rsidRDefault="00AD098E" w:rsidP="00DD1F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Sys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7109F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kraje Europy i ich systemy penitencjarne. 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9C54AE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E5BB6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oraz 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E5BB6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065FF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4550D">
              <w:rPr>
                <w:rFonts w:asciiTheme="minorHAnsi" w:hAnsiTheme="minorHAnsi" w:cstheme="minorHAnsi"/>
              </w:rPr>
              <w:t xml:space="preserve">Barczyk A., Barczyk P.P., </w:t>
            </w:r>
            <w:r w:rsidRPr="0014550D">
              <w:rPr>
                <w:rFonts w:asciiTheme="minorHAnsi" w:hAnsiTheme="minorHAnsi" w:cstheme="minorHAnsi"/>
                <w:i/>
                <w:iCs/>
              </w:rPr>
              <w:t>Wybrane zagadnienia historii resocjalizacji</w:t>
            </w:r>
            <w:r w:rsidRPr="0014550D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Wydawnictwo Impuls, </w:t>
            </w:r>
            <w:r w:rsidRPr="0014550D">
              <w:rPr>
                <w:rFonts w:asciiTheme="minorHAnsi" w:hAnsiTheme="minorHAnsi" w:cstheme="minorHAnsi"/>
              </w:rPr>
              <w:t>Kraków 1999.</w:t>
            </w:r>
          </w:p>
          <w:p w:rsidR="009C3DDD" w:rsidRPr="0014550D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Czapów</w:t>
            </w:r>
            <w:proofErr w:type="spellEnd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 Cz., </w:t>
            </w:r>
            <w:r w:rsidRPr="0014550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>
              <w:rPr>
                <w:rFonts w:asciiTheme="minorHAnsi" w:hAnsiTheme="minorHAnsi" w:cstheme="minorHAnsi"/>
                <w:sz w:val="24"/>
                <w:szCs w:val="24"/>
              </w:rPr>
              <w:t xml:space="preserve">, PWN, 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Warszawa 19</w:t>
            </w:r>
            <w:r w:rsidR="009C3DDD" w:rsidRPr="0014550D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.  red. K. </w:t>
            </w:r>
            <w:proofErr w:type="spellStart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Pospiszyl</w:t>
            </w:r>
            <w:proofErr w:type="spellEnd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</w:r>
            <w:proofErr w:type="spellStart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>POspiszyl</w:t>
            </w:r>
            <w:proofErr w:type="spellEnd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 xml:space="preserve"> K. (red.),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Default="007109F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</w:t>
            </w:r>
            <w:proofErr w:type="spellStart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>Mudrecka</w:t>
            </w:r>
            <w:proofErr w:type="spellEnd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 I. (red.), </w:t>
            </w:r>
            <w:r w:rsidR="00621E1E" w:rsidRPr="00C42ACF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621E1E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  <w:p w:rsidR="00C42ACF" w:rsidRPr="00C42ACF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Szymanowski T., </w:t>
            </w:r>
            <w:r w:rsidRPr="00C42ACF"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>Przemiany sytemu penitencjarnego w Polsce</w:t>
            </w:r>
            <w:r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Oficyna Naukowa,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>Warszawa 1996.</w:t>
            </w:r>
          </w:p>
          <w:p w:rsidR="00621E1E" w:rsidRPr="00621E1E" w:rsidRDefault="009C3D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J., </w:t>
            </w:r>
            <w:r w:rsidRPr="009C3D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wychowawczy zakładu poprawczego</w:t>
            </w:r>
            <w:r w:rsidR="00C42AC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Prawnicze, </w:t>
            </w:r>
            <w:r w:rsid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4550D">
              <w:rPr>
                <w:rFonts w:ascii="Corbel" w:hAnsi="Corbel"/>
              </w:rPr>
              <w:t>Machel</w:t>
            </w:r>
            <w:proofErr w:type="spellEnd"/>
            <w:r w:rsidRPr="0014550D">
              <w:rPr>
                <w:rFonts w:ascii="Corbel" w:hAnsi="Corbel"/>
              </w:rPr>
              <w:t xml:space="preserve">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9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Machel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Urban B., Stanik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Studia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Iuridica</w:t>
            </w:r>
            <w:proofErr w:type="spellEnd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Lublinensia</w:t>
            </w:r>
            <w:proofErr w:type="spellEnd"/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14550D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5F06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BB9" w:rsidRDefault="00AD6BB9" w:rsidP="00C16ABF">
      <w:pPr>
        <w:spacing w:after="0" w:line="240" w:lineRule="auto"/>
      </w:pPr>
      <w:r>
        <w:separator/>
      </w:r>
    </w:p>
  </w:endnote>
  <w:endnote w:type="continuationSeparator" w:id="0">
    <w:p w:rsidR="00AD6BB9" w:rsidRDefault="00AD6B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4BE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BB9" w:rsidRDefault="00AD6BB9" w:rsidP="00C16ABF">
      <w:pPr>
        <w:spacing w:after="0" w:line="240" w:lineRule="auto"/>
      </w:pPr>
      <w:r>
        <w:separator/>
      </w:r>
    </w:p>
  </w:footnote>
  <w:footnote w:type="continuationSeparator" w:id="0">
    <w:p w:rsidR="00AD6BB9" w:rsidRDefault="00AD6BB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4DA"/>
    <w:rsid w:val="000077B4"/>
    <w:rsid w:val="00015B8F"/>
    <w:rsid w:val="00022ECE"/>
    <w:rsid w:val="00042A51"/>
    <w:rsid w:val="00042D2E"/>
    <w:rsid w:val="000434B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1255"/>
    <w:rsid w:val="00124BFF"/>
    <w:rsid w:val="0012560E"/>
    <w:rsid w:val="00127108"/>
    <w:rsid w:val="00134B13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80A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2244A"/>
    <w:rsid w:val="0042745A"/>
    <w:rsid w:val="00427799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D8"/>
    <w:rsid w:val="00586C06"/>
    <w:rsid w:val="00591235"/>
    <w:rsid w:val="0059484D"/>
    <w:rsid w:val="005A0855"/>
    <w:rsid w:val="005A3196"/>
    <w:rsid w:val="005C080F"/>
    <w:rsid w:val="005C55E5"/>
    <w:rsid w:val="005C696A"/>
    <w:rsid w:val="005E5BB6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95EB4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147F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A6CAE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D6BB9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2B96"/>
    <w:rsid w:val="00CA5089"/>
    <w:rsid w:val="00CA7D6B"/>
    <w:rsid w:val="00CB42CB"/>
    <w:rsid w:val="00CC263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E22"/>
    <w:rsid w:val="00DA2114"/>
    <w:rsid w:val="00DC41D5"/>
    <w:rsid w:val="00DD1F93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55237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3AB"/>
    <w:rsid w:val="00ED32D2"/>
    <w:rsid w:val="00EE32DE"/>
    <w:rsid w:val="00EE5457"/>
    <w:rsid w:val="00EE67E1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323F-0067-4C83-8E64-826D9202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2020-10-15T11:56:00Z</cp:lastPrinted>
  <dcterms:created xsi:type="dcterms:W3CDTF">2019-11-02T15:54:00Z</dcterms:created>
  <dcterms:modified xsi:type="dcterms:W3CDTF">2021-10-05T06:57:00Z</dcterms:modified>
</cp:coreProperties>
</file>